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BE" w:rsidRDefault="00275ABE" w:rsidP="00030B48">
      <w:pPr>
        <w:jc w:val="center"/>
        <w:rPr>
          <w:b/>
          <w:bCs/>
          <w:noProof/>
          <w:sz w:val="32"/>
          <w:szCs w:val="32"/>
          <w:rtl/>
        </w:rPr>
      </w:pPr>
      <w:r>
        <w:rPr>
          <w:noProof/>
        </w:rPr>
        <w:pict>
          <v:rect id="_x0000_s1026" style="position:absolute;left:0;text-align:left;margin-left:-1.15pt;margin-top:-3.85pt;width:215.3pt;height:77.95pt;z-index:251652608" stroked="f">
            <v:textbox style="mso-next-textbox:#_x0000_s1026">
              <w:txbxContent>
                <w:p w:rsidR="00275ABE" w:rsidRPr="00887139" w:rsidRDefault="00275ABE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اختبار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نهاية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الفصل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الدراسي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الثاني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(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الدور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الأول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)</w:t>
                  </w:r>
                </w:p>
                <w:p w:rsidR="00275ABE" w:rsidRDefault="00275ABE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لمادة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النحو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            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القسم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العلمي</w:t>
                  </w:r>
                </w:p>
                <w:p w:rsidR="00275ABE" w:rsidRPr="00887139" w:rsidRDefault="00275ABE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للعام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الدراسي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1433-1434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هـ</w:t>
                  </w:r>
                </w:p>
                <w:p w:rsidR="00275ABE" w:rsidRPr="00887139" w:rsidRDefault="00275ABE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الصف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الثاني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ثانوي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علمي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275ABE" w:rsidRPr="00887139" w:rsidRDefault="00275ABE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الزمن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ساعة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ونصف</w:t>
                  </w:r>
                </w:p>
              </w:txbxContent>
            </v:textbox>
            <w10:wrap anchory="page"/>
          </v:rect>
        </w:pict>
      </w:r>
      <w:r w:rsidRPr="001E6FF2"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1" o:spid="_x0000_i1025" type="#_x0000_t75" style="width:89.25pt;height:55.5pt;visibility:visible">
            <v:imagedata r:id="rId5" o:title="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9.75pt;margin-top:137.75pt;width:541.4pt;height:0;flip:x;z-index:251654656;mso-position-horizontal-relative:text;mso-position-vertical-relative:text" o:connectortype="straight" strokeweight="5pt">
            <v:shadow color="#868686"/>
            <w10:wrap anchory="page"/>
          </v:shape>
        </w:pict>
      </w:r>
      <w:r>
        <w:rPr>
          <w:noProof/>
        </w:rPr>
        <w:pict>
          <v:rect id="_x0000_s1028" style="position:absolute;left:0;text-align:left;margin-left:326.55pt;margin-top:-3.85pt;width:200.75pt;height:72.9pt;z-index:251651584;mso-position-horizontal-relative:text;mso-position-vertical-relative:text" stroked="f">
            <v:textbox style="mso-next-textbox:#_x0000_s1028">
              <w:txbxContent>
                <w:p w:rsidR="00275ABE" w:rsidRPr="00887139" w:rsidRDefault="00275ABE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المملكة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العربية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السعودية</w:t>
                  </w:r>
                </w:p>
                <w:p w:rsidR="00275ABE" w:rsidRPr="00887139" w:rsidRDefault="00275ABE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وزارة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التربية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والتعليم</w:t>
                  </w:r>
                </w:p>
                <w:p w:rsidR="00275ABE" w:rsidRPr="00887139" w:rsidRDefault="00275ABE" w:rsidP="00160702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إدارة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التربية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والتعليم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بمحافظة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275ABE" w:rsidRPr="00887139" w:rsidRDefault="00275ABE" w:rsidP="00160702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مدرسة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>........</w:t>
                  </w:r>
                </w:p>
              </w:txbxContent>
            </v:textbox>
            <w10:wrap anchory="page"/>
          </v:rect>
        </w:pict>
      </w:r>
    </w:p>
    <w:p w:rsidR="00275ABE" w:rsidRPr="00F17037" w:rsidRDefault="00275ABE" w:rsidP="00F17037">
      <w:pPr>
        <w:jc w:val="center"/>
        <w:rPr>
          <w:b/>
          <w:bCs/>
          <w:sz w:val="32"/>
          <w:szCs w:val="32"/>
        </w:rPr>
      </w:pPr>
      <w:r>
        <w:rPr>
          <w:noProof/>
        </w:rPr>
        <w:pict>
          <v:roundrect id="_x0000_s1029" style="position:absolute;left:0;text-align:left;margin-left:-9.75pt;margin-top:28.8pt;width:541.4pt;height:40.55pt;z-index:251653632" arcsize="10923f" stroked="f" strokeweight="2.5pt">
            <v:shadow color="#868686"/>
            <v:textbox style="mso-next-textbox:#_x0000_s1029">
              <w:txbxContent>
                <w:p w:rsidR="00275ABE" w:rsidRPr="00F62A25" w:rsidRDefault="00275AB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F62A25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الاســـــــــــم</w:t>
                  </w:r>
                  <w:r w:rsidRPr="00F62A25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:......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</w:t>
                  </w:r>
                  <w:r w:rsidRPr="00F62A25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............................ </w:t>
                  </w:r>
                  <w:r w:rsidRPr="00F62A25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رقم</w:t>
                  </w:r>
                  <w:r w:rsidRPr="00F62A25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62A25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الجلوس</w:t>
                  </w:r>
                  <w:r w:rsidRPr="00F62A25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: ......................................</w:t>
                  </w:r>
                </w:p>
              </w:txbxContent>
            </v:textbox>
            <w10:wrap anchory="page"/>
          </v:roundrect>
        </w:pict>
      </w:r>
    </w:p>
    <w:p w:rsidR="00275ABE" w:rsidRPr="00F17037" w:rsidRDefault="00275ABE" w:rsidP="00F17037">
      <w:pPr>
        <w:jc w:val="center"/>
        <w:rPr>
          <w:b/>
          <w:bCs/>
          <w:sz w:val="32"/>
          <w:szCs w:val="32"/>
        </w:rPr>
      </w:pPr>
    </w:p>
    <w:p w:rsidR="00275ABE" w:rsidRPr="00F17037" w:rsidRDefault="00275ABE" w:rsidP="00F17037">
      <w:pPr>
        <w:jc w:val="center"/>
        <w:rPr>
          <w:b/>
          <w:bCs/>
          <w:sz w:val="32"/>
          <w:szCs w:val="32"/>
        </w:rPr>
      </w:pPr>
    </w:p>
    <w:p w:rsidR="00275ABE" w:rsidRPr="00F17037" w:rsidRDefault="00275ABE" w:rsidP="00F17037">
      <w:pPr>
        <w:jc w:val="center"/>
        <w:rPr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142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1"/>
        <w:gridCol w:w="1861"/>
        <w:gridCol w:w="1861"/>
        <w:gridCol w:w="2023"/>
        <w:gridCol w:w="1985"/>
      </w:tblGrid>
      <w:tr w:rsidR="00275ABE" w:rsidRPr="00594D97" w:rsidTr="00594D97">
        <w:trPr>
          <w:trHeight w:val="583"/>
        </w:trPr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الســــــؤال</w:t>
            </w: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رقما</w:t>
            </w: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كتابة</w:t>
            </w:r>
          </w:p>
        </w:tc>
        <w:tc>
          <w:tcPr>
            <w:tcW w:w="2023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توقيع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المصححة</w:t>
            </w:r>
          </w:p>
        </w:tc>
        <w:tc>
          <w:tcPr>
            <w:tcW w:w="1985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توقيع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المراجعة</w:t>
            </w:r>
          </w:p>
        </w:tc>
      </w:tr>
      <w:tr w:rsidR="00275ABE" w:rsidRPr="00594D97" w:rsidTr="00594D97">
        <w:trPr>
          <w:trHeight w:val="292"/>
        </w:trPr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السؤال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الأول</w:t>
            </w:r>
          </w:p>
          <w:p w:rsidR="00275ABE" w:rsidRPr="00594D97" w:rsidRDefault="00275ABE" w:rsidP="00594D97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75ABE" w:rsidRPr="00594D97" w:rsidTr="00594D97">
        <w:trPr>
          <w:trHeight w:val="272"/>
        </w:trPr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السؤال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الثاني</w:t>
            </w: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75ABE" w:rsidRPr="00594D97" w:rsidTr="00594D97">
        <w:trPr>
          <w:trHeight w:val="272"/>
        </w:trPr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السؤال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الثالث</w:t>
            </w: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75ABE" w:rsidRPr="00594D97" w:rsidTr="00594D97">
        <w:trPr>
          <w:trHeight w:val="272"/>
        </w:trPr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94D97">
              <w:rPr>
                <w:rFonts w:hint="cs"/>
                <w:b/>
                <w:bCs/>
                <w:sz w:val="32"/>
                <w:szCs w:val="32"/>
                <w:rtl/>
              </w:rPr>
              <w:t>المجمــــــــوع</w:t>
            </w:r>
            <w:r w:rsidRPr="00594D97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275ABE" w:rsidRPr="00594D97" w:rsidRDefault="00275ABE" w:rsidP="00594D9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275ABE" w:rsidRPr="00F17037" w:rsidRDefault="00275ABE" w:rsidP="00F17037">
      <w:pPr>
        <w:jc w:val="center"/>
        <w:rPr>
          <w:b/>
          <w:bCs/>
          <w:i/>
          <w:iCs/>
          <w:sz w:val="32"/>
          <w:szCs w:val="32"/>
        </w:rPr>
      </w:pPr>
    </w:p>
    <w:p w:rsidR="00275ABE" w:rsidRPr="00F17037" w:rsidRDefault="00275ABE" w:rsidP="00F17037">
      <w:pPr>
        <w:jc w:val="center"/>
        <w:rPr>
          <w:b/>
          <w:bCs/>
          <w:sz w:val="32"/>
          <w:szCs w:val="32"/>
        </w:rPr>
      </w:pP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0" type="#_x0000_t98" style="position:absolute;left:0;text-align:left;margin-left:45.2pt;margin-top:20.75pt;width:418.95pt;height:111.05pt;z-index:251661824" strokeweight="2.5pt">
            <v:shadow color="#868686"/>
            <v:textbox>
              <w:txbxContent>
                <w:p w:rsidR="00275ABE" w:rsidRDefault="00275ABE" w:rsidP="00237DD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طالبتي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العزيزة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ابدئي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الحل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مستعينة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بالله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....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مرددة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275ABE" w:rsidRPr="00237DD4" w:rsidRDefault="00275ABE" w:rsidP="00237DD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>(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اللهم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لا</w:t>
                  </w:r>
                  <w:r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سهل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إلا</w:t>
                  </w:r>
                  <w:r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ما</w:t>
                  </w:r>
                  <w:r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جعلته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سهلا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أنت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تجعل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الحزن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إن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شئت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سهلا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)</w:t>
                  </w:r>
                </w:p>
                <w:p w:rsidR="00275ABE" w:rsidRDefault="00275ABE" w:rsidP="00237DD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275ABE" w:rsidRDefault="00275ABE"/>
              </w:txbxContent>
            </v:textbox>
            <w10:wrap anchorx="page"/>
          </v:shape>
        </w:pict>
      </w: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</w:p>
    <w:p w:rsidR="00275ABE" w:rsidRDefault="00275ABE" w:rsidP="00F17037">
      <w:pPr>
        <w:jc w:val="center"/>
        <w:rPr>
          <w:b/>
          <w:bCs/>
          <w:sz w:val="32"/>
          <w:szCs w:val="32"/>
          <w:rtl/>
        </w:rPr>
      </w:pPr>
    </w:p>
    <w:p w:rsidR="00275ABE" w:rsidRPr="007B6985" w:rsidRDefault="00275ABE" w:rsidP="007B6985">
      <w:pPr>
        <w:rPr>
          <w:b/>
          <w:bCs/>
          <w:sz w:val="32"/>
          <w:szCs w:val="32"/>
          <w:rtl/>
        </w:rPr>
      </w:pPr>
      <w:r>
        <w:rPr>
          <w:noProof/>
        </w:rPr>
        <w:pict>
          <v:shape id="_x0000_s1031" type="#_x0000_t32" style="position:absolute;left:0;text-align:left;margin-left:-1.95pt;margin-top:26.8pt;width:56.35pt;height:0;z-index:251656704" o:connectortype="straight">
            <w10:wrap anchorx="page"/>
          </v:shape>
        </w:pict>
      </w:r>
      <w:r>
        <w:rPr>
          <w:noProof/>
        </w:rPr>
        <w:pict>
          <v:rect id="_x0000_s1032" style="position:absolute;left:0;text-align:left;margin-left:-4.2pt;margin-top:-5.35pt;width:58.6pt;height:62.8pt;z-index:251655680" strokeweight="2.5pt">
            <v:shadow color="#868686"/>
            <v:textbox>
              <w:txbxContent>
                <w:p w:rsidR="00275ABE" w:rsidRPr="007B6985" w:rsidRDefault="00275ABE" w:rsidP="007B698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275ABE" w:rsidRPr="007B6985" w:rsidRDefault="00275ABE" w:rsidP="007B698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7B6985">
                    <w:rPr>
                      <w:b/>
                      <w:bCs/>
                      <w:sz w:val="32"/>
                      <w:szCs w:val="32"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>
        <w:rPr>
          <w:b/>
          <w:bCs/>
          <w:sz w:val="32"/>
          <w:szCs w:val="32"/>
          <w:rtl/>
        </w:rPr>
        <w:t xml:space="preserve">                </w:t>
      </w:r>
      <w:r>
        <w:rPr>
          <w:rFonts w:hint="cs"/>
          <w:b/>
          <w:bCs/>
          <w:sz w:val="32"/>
          <w:szCs w:val="32"/>
          <w:rtl/>
        </w:rPr>
        <w:t>طالبتي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النجيبة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مستعينة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بالله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وحده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أجيبي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عن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الأسئلة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الآتية</w:t>
      </w:r>
      <w:r>
        <w:rPr>
          <w:b/>
          <w:bCs/>
          <w:sz w:val="32"/>
          <w:szCs w:val="32"/>
          <w:rtl/>
        </w:rPr>
        <w:t xml:space="preserve"> :</w:t>
      </w:r>
    </w:p>
    <w:p w:rsidR="00275ABE" w:rsidRDefault="00275ABE" w:rsidP="007B6985">
      <w:pPr>
        <w:rPr>
          <w:b/>
          <w:bCs/>
          <w:i/>
          <w:iCs/>
          <w:sz w:val="32"/>
          <w:szCs w:val="32"/>
          <w:u w:val="single"/>
          <w:rtl/>
        </w:rPr>
      </w:pPr>
      <w:r w:rsidRPr="008C6605">
        <w:rPr>
          <w:rFonts w:hint="cs"/>
          <w:b/>
          <w:bCs/>
          <w:i/>
          <w:iCs/>
          <w:sz w:val="32"/>
          <w:szCs w:val="32"/>
          <w:u w:val="single"/>
          <w:rtl/>
        </w:rPr>
        <w:t>السؤال</w:t>
      </w:r>
      <w:r w:rsidRPr="008C6605">
        <w:rPr>
          <w:b/>
          <w:bCs/>
          <w:i/>
          <w:iCs/>
          <w:sz w:val="32"/>
          <w:szCs w:val="32"/>
          <w:u w:val="single"/>
          <w:rtl/>
        </w:rPr>
        <w:t xml:space="preserve"> </w:t>
      </w:r>
      <w:r w:rsidRPr="008C6605">
        <w:rPr>
          <w:rFonts w:hint="cs"/>
          <w:b/>
          <w:bCs/>
          <w:i/>
          <w:iCs/>
          <w:sz w:val="32"/>
          <w:szCs w:val="32"/>
          <w:u w:val="single"/>
          <w:rtl/>
        </w:rPr>
        <w:t>الأول</w:t>
      </w:r>
      <w:r w:rsidRPr="008C6605">
        <w:rPr>
          <w:b/>
          <w:bCs/>
          <w:i/>
          <w:iCs/>
          <w:sz w:val="32"/>
          <w:szCs w:val="32"/>
          <w:u w:val="single"/>
          <w:rtl/>
        </w:rPr>
        <w:t>:</w:t>
      </w:r>
    </w:p>
    <w:p w:rsidR="00275ABE" w:rsidRDefault="00275ABE" w:rsidP="009160F7">
      <w:pPr>
        <w:spacing w:after="0" w:line="360" w:lineRule="auto"/>
        <w:rPr>
          <w:b/>
          <w:bCs/>
          <w:sz w:val="28"/>
          <w:szCs w:val="28"/>
          <w:rtl/>
        </w:rPr>
      </w:pP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أرسل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رسوله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محمد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إلى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الناس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بشيرًا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نذيرًا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جاءت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رسالته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إيذانا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بحياة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جديدة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تبتدئ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بالكفاح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تنتهي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بالنصر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لم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البشرية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مدى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التاريخ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شخصية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كشخصية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محمد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رجلا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u w:val="single"/>
          <w:rtl/>
        </w:rPr>
        <w:t>ترك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مبادئ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خالدة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كالتي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تركها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نبينا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هو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حرر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قيودنا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أطلق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نفوسنا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أخرجنا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u w:val="single"/>
          <w:rtl/>
        </w:rPr>
        <w:t>غمرات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الجهل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الظلم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فكانت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هداية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العالم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يديه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.  </w:t>
      </w:r>
      <w:r w:rsidRPr="000664AF">
        <w:rPr>
          <w:rFonts w:hint="cs"/>
          <w:b/>
          <w:bCs/>
          <w:sz w:val="28"/>
          <w:szCs w:val="28"/>
          <w:rtl/>
        </w:rPr>
        <w:t>مهما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نتحدث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تعجز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الكـــلمات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التعبير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فضله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علينا</w:t>
      </w:r>
      <w:r w:rsidRPr="000664AF">
        <w:rPr>
          <w:b/>
          <w:bCs/>
          <w:sz w:val="28"/>
          <w:szCs w:val="28"/>
          <w:rtl/>
        </w:rPr>
        <w:t xml:space="preserve">  </w:t>
      </w:r>
      <w:r w:rsidRPr="000664AF">
        <w:rPr>
          <w:rFonts w:hint="cs"/>
          <w:b/>
          <w:bCs/>
          <w:sz w:val="28"/>
          <w:szCs w:val="28"/>
          <w:rtl/>
        </w:rPr>
        <w:t>،و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تتناثر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الحروف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تتيه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العبارات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يحار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العقل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الفكر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بماذا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يحيط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ماذا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يصف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؟</w:t>
      </w:r>
      <w:r w:rsidRPr="000664AF">
        <w:rPr>
          <w:b/>
          <w:bCs/>
          <w:sz w:val="28"/>
          <w:szCs w:val="28"/>
          <w:rtl/>
        </w:rPr>
        <w:t xml:space="preserve">!  </w:t>
      </w:r>
      <w:r w:rsidRPr="000664AF">
        <w:rPr>
          <w:rFonts w:hint="cs"/>
          <w:b/>
          <w:bCs/>
          <w:sz w:val="28"/>
          <w:szCs w:val="28"/>
          <w:rtl/>
        </w:rPr>
        <w:t>لذلك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حقه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علينا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محبته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إتباع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سنته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والذود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عرضه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الوقوف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بشدة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قسوة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في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وجه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كل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تسول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نفسه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يتطاول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ديننا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نبينا</w:t>
      </w:r>
      <w:r w:rsidRPr="000664AF">
        <w:rPr>
          <w:b/>
          <w:bCs/>
          <w:sz w:val="28"/>
          <w:szCs w:val="28"/>
          <w:rtl/>
        </w:rPr>
        <w:t xml:space="preserve"> .</w:t>
      </w:r>
    </w:p>
    <w:p w:rsidR="00275ABE" w:rsidRDefault="00275ABE" w:rsidP="006A003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</w:t>
      </w:r>
      <w:r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>أقراي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القطعة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ثم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منها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يلي</w:t>
      </w:r>
      <w:r>
        <w:rPr>
          <w:b/>
          <w:bCs/>
          <w:sz w:val="28"/>
          <w:szCs w:val="28"/>
          <w:rtl/>
        </w:rPr>
        <w:t xml:space="preserve"> : </w:t>
      </w:r>
    </w:p>
    <w:p w:rsidR="00275ABE" w:rsidRPr="000664AF" w:rsidRDefault="00275ABE" w:rsidP="000664AF">
      <w:p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1</w:t>
      </w:r>
      <w:r w:rsidRPr="000664AF">
        <w:rPr>
          <w:rFonts w:ascii="Arial" w:hAnsi="Arial"/>
          <w:b/>
          <w:bCs/>
          <w:sz w:val="28"/>
          <w:szCs w:val="28"/>
          <w:rtl/>
        </w:rPr>
        <w:t>- حال و بيني صاحبها . ...................................................................................................................................</w:t>
      </w:r>
    </w:p>
    <w:p w:rsidR="00275ABE" w:rsidRPr="000664AF" w:rsidRDefault="00275ABE" w:rsidP="000664AF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فعل يجوز تأنيثه مع ذكر السبب . 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</w:t>
      </w:r>
      <w:r w:rsidRPr="000664AF">
        <w:rPr>
          <w:rFonts w:ascii="Arial" w:hAnsi="Arial"/>
          <w:b/>
          <w:bCs/>
          <w:sz w:val="28"/>
          <w:szCs w:val="28"/>
          <w:rtl/>
        </w:rPr>
        <w:t>...........................................................</w:t>
      </w:r>
    </w:p>
    <w:p w:rsidR="00275ABE" w:rsidRPr="000664AF" w:rsidRDefault="00275ABE" w:rsidP="000664AF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 xml:space="preserve">أداة شرط جازمة وبيني علامة جزم كل من فعل الشرط و جوابه . </w:t>
      </w:r>
    </w:p>
    <w:p w:rsidR="00275ABE" w:rsidRPr="000664AF" w:rsidRDefault="00275ABE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...............................................................................................................................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</w:t>
      </w:r>
    </w:p>
    <w:p w:rsidR="00275ABE" w:rsidRPr="000664AF" w:rsidRDefault="00275ABE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 xml:space="preserve">د ) أعربي ما تحته خط  في القطعة .  </w:t>
      </w:r>
    </w:p>
    <w:p w:rsidR="00275ABE" w:rsidRPr="000664AF" w:rsidRDefault="00275ABE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1- غــمرات :...................................................................................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...................................</w:t>
      </w:r>
    </w:p>
    <w:p w:rsidR="00275ABE" w:rsidRPr="000664AF" w:rsidRDefault="00275ABE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2- ترك :.........................................................................................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..................................</w:t>
      </w:r>
    </w:p>
    <w:p w:rsidR="00275ABE" w:rsidRPr="000664AF" w:rsidRDefault="00275ABE" w:rsidP="000664AF">
      <w:pPr>
        <w:pStyle w:val="ListParagraph"/>
        <w:spacing w:after="0" w:line="360" w:lineRule="auto"/>
        <w:ind w:left="0"/>
        <w:rPr>
          <w:rFonts w:ascii="Arial" w:hAnsi="Arial"/>
          <w:b/>
          <w:bCs/>
          <w:sz w:val="28"/>
          <w:szCs w:val="28"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ب )  { أرْسَلَ } ابني الفعل السابق للمجهول و بيني ما حدث فيه من تغيير .</w:t>
      </w:r>
    </w:p>
    <w:p w:rsidR="00275ABE" w:rsidRDefault="00275ABE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..................................................................................................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....................................</w:t>
      </w:r>
    </w:p>
    <w:p w:rsidR="00275ABE" w:rsidRDefault="00275ABE" w:rsidP="002D3F09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</w:p>
    <w:p w:rsidR="00275ABE" w:rsidRDefault="00275ABE" w:rsidP="002D3F09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</w:p>
    <w:p w:rsidR="00275ABE" w:rsidRDefault="00275ABE" w:rsidP="002D3F09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ج/ ضعي علامة (  √ ) أمام العبارات الصحيحة وعلامة (  ×  ) أمام العبارة الخاطئة :</w:t>
      </w:r>
    </w:p>
    <w:p w:rsidR="00275ABE" w:rsidRDefault="00275ABE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أيان تطع الله يساعدك _  أيان تستخدم للزمان                    (     )</w:t>
      </w:r>
    </w:p>
    <w:p w:rsidR="00275ABE" w:rsidRDefault="00275ABE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صيم يوم واحد    _ نائب الفاعل وقع مفعول به                  (     )</w:t>
      </w:r>
    </w:p>
    <w:p w:rsidR="00275ABE" w:rsidRDefault="00275ABE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لا تتبع إلا الحق   _ نوع الاستثناء استثناء مفرغ               (      )</w:t>
      </w:r>
    </w:p>
    <w:p w:rsidR="00275ABE" w:rsidRDefault="00275ABE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تعرب غير وسوى  إعراب ما بعد إلا                              (      )</w:t>
      </w:r>
    </w:p>
    <w:p w:rsidR="00275ABE" w:rsidRPr="002D3F09" w:rsidRDefault="00275ABE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 سررت بالأزهار متفتحة    _  نوع الحال جملة اسمية         (      )</w:t>
      </w:r>
    </w:p>
    <w:p w:rsidR="00275ABE" w:rsidRDefault="00275ABE" w:rsidP="00E05AB1">
      <w:pPr>
        <w:pStyle w:val="ListParagraph"/>
        <w:rPr>
          <w:b/>
          <w:bCs/>
          <w:sz w:val="28"/>
          <w:szCs w:val="28"/>
          <w:rtl/>
        </w:rPr>
      </w:pPr>
      <w:r>
        <w:rPr>
          <w:noProof/>
        </w:rPr>
        <w:pict>
          <v:shape id="_x0000_s1033" type="#_x0000_t98" style="position:absolute;left:0;text-align:left;margin-left:181.75pt;margin-top:11.45pt;width:152.2pt;height:62.05pt;z-index:251663872" adj="3883" strokeweight="1pt">
            <v:stroke dashstyle="dash"/>
            <v:shadow color="#868686"/>
            <v:textbox style="mso-next-textbox:#_x0000_s1033">
              <w:txbxContent>
                <w:p w:rsidR="00275ABE" w:rsidRPr="004F5D16" w:rsidRDefault="00275ABE" w:rsidP="002D3F0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اجعلي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لحظات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الانتظار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مليئة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بالاستغفار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وذكر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الله</w:t>
                  </w:r>
                </w:p>
              </w:txbxContent>
            </v:textbox>
            <w10:wrap anchorx="page"/>
          </v:shape>
        </w:pict>
      </w:r>
    </w:p>
    <w:p w:rsidR="00275ABE" w:rsidRDefault="00275ABE" w:rsidP="00E05AB1">
      <w:pPr>
        <w:pStyle w:val="ListParagraph"/>
        <w:rPr>
          <w:b/>
          <w:bCs/>
          <w:sz w:val="28"/>
          <w:szCs w:val="28"/>
          <w:rtl/>
        </w:rPr>
      </w:pPr>
    </w:p>
    <w:p w:rsidR="00275ABE" w:rsidRPr="002D3F09" w:rsidRDefault="00275ABE" w:rsidP="00E05AB1">
      <w:pPr>
        <w:rPr>
          <w:b/>
          <w:bCs/>
          <w:i/>
          <w:iCs/>
          <w:sz w:val="36"/>
          <w:szCs w:val="36"/>
          <w:u w:val="single"/>
          <w:rtl/>
        </w:rPr>
      </w:pPr>
    </w:p>
    <w:p w:rsidR="00275ABE" w:rsidRDefault="00275ABE" w:rsidP="00E05AB1">
      <w:pPr>
        <w:pStyle w:val="ListParagraph"/>
        <w:rPr>
          <w:b/>
          <w:bCs/>
          <w:i/>
          <w:iCs/>
          <w:sz w:val="36"/>
          <w:szCs w:val="36"/>
          <w:u w:val="single"/>
          <w:rtl/>
        </w:rPr>
      </w:pPr>
      <w:r>
        <w:rPr>
          <w:noProof/>
        </w:rPr>
        <w:pict>
          <v:shape id="_x0000_s1034" type="#_x0000_t32" style="position:absolute;left:0;text-align:left;margin-left:-6.15pt;margin-top:32.15pt;width:65.8pt;height:0;flip:x;z-index:251658752" o:connectortype="straight">
            <w10:wrap anchorx="page"/>
          </v:shape>
        </w:pict>
      </w:r>
      <w:r>
        <w:rPr>
          <w:noProof/>
        </w:rPr>
        <w:pict>
          <v:rect id="_x0000_s1035" style="position:absolute;left:0;text-align:left;margin-left:-4.2pt;margin-top:-6.9pt;width:65.8pt;height:71.25pt;z-index:251657728" strokeweight="2.5pt">
            <v:shadow color="#868686"/>
            <v:textbox>
              <w:txbxContent>
                <w:p w:rsidR="00275ABE" w:rsidRDefault="00275ABE">
                  <w:pPr>
                    <w:rPr>
                      <w:rtl/>
                    </w:rPr>
                  </w:pPr>
                </w:p>
                <w:p w:rsidR="00275ABE" w:rsidRDefault="00275ABE" w:rsidP="007A5CAF">
                  <w:pPr>
                    <w:jc w:val="center"/>
                    <w:rPr>
                      <w:rtl/>
                    </w:rPr>
                  </w:pPr>
                </w:p>
                <w:p w:rsidR="00275ABE" w:rsidRPr="007A5CAF" w:rsidRDefault="00275ABE" w:rsidP="007A5CA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7A5CAF">
                    <w:rPr>
                      <w:b/>
                      <w:bCs/>
                      <w:sz w:val="28"/>
                      <w:szCs w:val="28"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 w:rsidRPr="005715ED">
        <w:rPr>
          <w:rFonts w:hint="cs"/>
          <w:b/>
          <w:bCs/>
          <w:i/>
          <w:iCs/>
          <w:sz w:val="36"/>
          <w:szCs w:val="36"/>
          <w:u w:val="single"/>
          <w:rtl/>
        </w:rPr>
        <w:t>السؤال</w:t>
      </w:r>
      <w:r w:rsidRPr="005715ED">
        <w:rPr>
          <w:b/>
          <w:bCs/>
          <w:i/>
          <w:iCs/>
          <w:sz w:val="36"/>
          <w:szCs w:val="36"/>
          <w:u w:val="single"/>
          <w:rtl/>
        </w:rPr>
        <w:t xml:space="preserve"> </w:t>
      </w:r>
      <w:r w:rsidRPr="005715ED">
        <w:rPr>
          <w:rFonts w:hint="cs"/>
          <w:b/>
          <w:bCs/>
          <w:i/>
          <w:iCs/>
          <w:sz w:val="36"/>
          <w:szCs w:val="36"/>
          <w:u w:val="single"/>
          <w:rtl/>
        </w:rPr>
        <w:t>الثاني</w:t>
      </w:r>
      <w:r w:rsidRPr="005715ED">
        <w:rPr>
          <w:b/>
          <w:bCs/>
          <w:i/>
          <w:iCs/>
          <w:sz w:val="36"/>
          <w:szCs w:val="36"/>
          <w:u w:val="single"/>
          <w:rtl/>
        </w:rPr>
        <w:t xml:space="preserve">: </w:t>
      </w:r>
    </w:p>
    <w:p w:rsidR="00275ABE" w:rsidRDefault="00275ABE" w:rsidP="002D3F0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</w:t>
      </w:r>
      <w:r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>اختاري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الإجابة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الصحية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القوسين</w:t>
      </w:r>
      <w:r>
        <w:rPr>
          <w:b/>
          <w:bCs/>
          <w:sz w:val="28"/>
          <w:szCs w:val="28"/>
          <w:rtl/>
        </w:rPr>
        <w:t xml:space="preserve"> :</w:t>
      </w:r>
    </w:p>
    <w:p w:rsidR="00275ABE" w:rsidRDefault="00275ABE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تزرع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اليوم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تحصده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غدا</w:t>
      </w:r>
      <w:r>
        <w:rPr>
          <w:b/>
          <w:bCs/>
          <w:sz w:val="28"/>
          <w:szCs w:val="28"/>
          <w:rtl/>
        </w:rPr>
        <w:t xml:space="preserve"> ,    </w:t>
      </w:r>
      <w:r>
        <w:rPr>
          <w:rFonts w:hint="cs"/>
          <w:b/>
          <w:bCs/>
          <w:sz w:val="28"/>
          <w:szCs w:val="28"/>
          <w:rtl/>
        </w:rPr>
        <w:t>تدل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الشرطية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 :</w:t>
      </w:r>
    </w:p>
    <w:p w:rsidR="00275ABE" w:rsidRPr="003B2762" w:rsidRDefault="00275ABE" w:rsidP="002D3F09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</w:t>
      </w:r>
      <w:r>
        <w:rPr>
          <w:rFonts w:hint="cs"/>
          <w:b/>
          <w:bCs/>
          <w:sz w:val="28"/>
          <w:szCs w:val="28"/>
          <w:rtl/>
        </w:rPr>
        <w:t>العاقل</w:t>
      </w:r>
      <w:r>
        <w:rPr>
          <w:b/>
          <w:bCs/>
          <w:sz w:val="28"/>
          <w:szCs w:val="28"/>
          <w:rtl/>
        </w:rPr>
        <w:t xml:space="preserve">               ,       </w:t>
      </w:r>
      <w:r>
        <w:rPr>
          <w:rFonts w:hint="cs"/>
          <w:b/>
          <w:bCs/>
          <w:sz w:val="28"/>
          <w:szCs w:val="28"/>
          <w:rtl/>
        </w:rPr>
        <w:t>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العــــــــــاقل</w:t>
      </w:r>
      <w:r>
        <w:rPr>
          <w:b/>
          <w:bCs/>
          <w:sz w:val="28"/>
          <w:szCs w:val="28"/>
          <w:rtl/>
        </w:rPr>
        <w:t xml:space="preserve">    }</w:t>
      </w:r>
    </w:p>
    <w:p w:rsidR="00275ABE" w:rsidRDefault="00275ABE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درس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أخوك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الشريعة</w:t>
      </w:r>
      <w:r>
        <w:rPr>
          <w:b/>
          <w:bCs/>
          <w:sz w:val="28"/>
          <w:szCs w:val="28"/>
          <w:rtl/>
        </w:rPr>
        <w:t xml:space="preserve">  ,    </w:t>
      </w:r>
      <w:r>
        <w:rPr>
          <w:rFonts w:hint="cs"/>
          <w:b/>
          <w:bCs/>
          <w:sz w:val="28"/>
          <w:szCs w:val="28"/>
          <w:rtl/>
        </w:rPr>
        <w:t>حكم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فاعله</w:t>
      </w:r>
      <w:r>
        <w:rPr>
          <w:b/>
          <w:bCs/>
          <w:sz w:val="28"/>
          <w:szCs w:val="28"/>
          <w:rtl/>
        </w:rPr>
        <w:t xml:space="preserve">:  </w:t>
      </w:r>
    </w:p>
    <w:p w:rsidR="00275ABE" w:rsidRDefault="00275ABE" w:rsidP="002D3F09">
      <w:pPr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 </w:t>
      </w:r>
      <w:r>
        <w:rPr>
          <w:rFonts w:hint="cs"/>
          <w:b/>
          <w:bCs/>
          <w:sz w:val="28"/>
          <w:szCs w:val="28"/>
          <w:rtl/>
        </w:rPr>
        <w:t>يجوز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إفراده</w:t>
      </w:r>
      <w:r>
        <w:rPr>
          <w:b/>
          <w:bCs/>
          <w:sz w:val="28"/>
          <w:szCs w:val="28"/>
          <w:rtl/>
        </w:rPr>
        <w:t xml:space="preserve">       ,               </w:t>
      </w:r>
      <w:r>
        <w:rPr>
          <w:rFonts w:hint="cs"/>
          <w:b/>
          <w:bCs/>
          <w:sz w:val="28"/>
          <w:szCs w:val="28"/>
          <w:rtl/>
        </w:rPr>
        <w:t>يجب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إفراده</w:t>
      </w:r>
      <w:r>
        <w:rPr>
          <w:b/>
          <w:bCs/>
          <w:sz w:val="28"/>
          <w:szCs w:val="28"/>
          <w:rtl/>
        </w:rPr>
        <w:t xml:space="preserve">          }</w:t>
      </w:r>
    </w:p>
    <w:p w:rsidR="00275ABE" w:rsidRDefault="00275ABE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طلع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القمر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بدرا</w:t>
      </w:r>
      <w:r>
        <w:rPr>
          <w:b/>
          <w:bCs/>
          <w:sz w:val="28"/>
          <w:szCs w:val="28"/>
          <w:rtl/>
        </w:rPr>
        <w:t xml:space="preserve"> ,    </w:t>
      </w:r>
      <w:r>
        <w:rPr>
          <w:rFonts w:hint="cs"/>
          <w:b/>
          <w:bCs/>
          <w:sz w:val="28"/>
          <w:szCs w:val="28"/>
          <w:rtl/>
        </w:rPr>
        <w:t>نوع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</w:t>
      </w:r>
      <w:r>
        <w:rPr>
          <w:b/>
          <w:bCs/>
          <w:sz w:val="28"/>
          <w:szCs w:val="28"/>
          <w:rtl/>
        </w:rPr>
        <w:t xml:space="preserve">  :</w:t>
      </w:r>
    </w:p>
    <w:p w:rsidR="00275ABE" w:rsidRDefault="00275ABE" w:rsidP="002D3F09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      </w:t>
      </w:r>
      <w:r>
        <w:rPr>
          <w:rFonts w:hint="cs"/>
          <w:b/>
          <w:bCs/>
          <w:sz w:val="28"/>
          <w:szCs w:val="28"/>
          <w:rtl/>
        </w:rPr>
        <w:t>جامدة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مؤولة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بالمشتق</w:t>
      </w:r>
      <w:r>
        <w:rPr>
          <w:b/>
          <w:bCs/>
          <w:sz w:val="28"/>
          <w:szCs w:val="28"/>
          <w:rtl/>
        </w:rPr>
        <w:t xml:space="preserve">              ,            </w:t>
      </w:r>
      <w:r>
        <w:rPr>
          <w:rFonts w:hint="cs"/>
          <w:b/>
          <w:bCs/>
          <w:sz w:val="28"/>
          <w:szCs w:val="28"/>
          <w:rtl/>
        </w:rPr>
        <w:t>جامدة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مؤولة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بالمشتق</w:t>
      </w:r>
      <w:r>
        <w:rPr>
          <w:b/>
          <w:bCs/>
          <w:sz w:val="28"/>
          <w:szCs w:val="28"/>
          <w:rtl/>
        </w:rPr>
        <w:t xml:space="preserve">    }</w:t>
      </w:r>
    </w:p>
    <w:p w:rsidR="00275ABE" w:rsidRDefault="00275ABE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نُـظِر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حاجتك</w:t>
      </w:r>
      <w:r>
        <w:rPr>
          <w:b/>
          <w:bCs/>
          <w:sz w:val="28"/>
          <w:szCs w:val="28"/>
          <w:rtl/>
        </w:rPr>
        <w:t xml:space="preserve">    , </w:t>
      </w:r>
      <w:r>
        <w:rPr>
          <w:rFonts w:hint="cs"/>
          <w:b/>
          <w:bCs/>
          <w:sz w:val="28"/>
          <w:szCs w:val="28"/>
          <w:rtl/>
        </w:rPr>
        <w:t>نائب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الجملة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السابقة</w:t>
      </w:r>
      <w:r>
        <w:rPr>
          <w:b/>
          <w:bCs/>
          <w:sz w:val="28"/>
          <w:szCs w:val="28"/>
          <w:rtl/>
        </w:rPr>
        <w:t xml:space="preserve">  :</w:t>
      </w:r>
    </w:p>
    <w:p w:rsidR="00275ABE" w:rsidRDefault="00275ABE" w:rsidP="002D3F09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      </w:t>
      </w: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          ,         </w:t>
      </w:r>
      <w:r>
        <w:rPr>
          <w:rFonts w:hint="cs"/>
          <w:b/>
          <w:bCs/>
          <w:sz w:val="28"/>
          <w:szCs w:val="28"/>
          <w:rtl/>
        </w:rPr>
        <w:t>جار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ومجرور</w:t>
      </w:r>
      <w:r>
        <w:rPr>
          <w:b/>
          <w:bCs/>
          <w:sz w:val="28"/>
          <w:szCs w:val="28"/>
          <w:rtl/>
        </w:rPr>
        <w:t xml:space="preserve">             }</w:t>
      </w:r>
    </w:p>
    <w:p w:rsidR="00275ABE" w:rsidRDefault="00275ABE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تقيس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،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الصورة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الصحيحة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لبناء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للمجهول</w:t>
      </w:r>
      <w:r>
        <w:rPr>
          <w:b/>
          <w:bCs/>
          <w:sz w:val="28"/>
          <w:szCs w:val="28"/>
          <w:rtl/>
        </w:rPr>
        <w:t xml:space="preserve">  :</w:t>
      </w:r>
    </w:p>
    <w:p w:rsidR="00275ABE" w:rsidRDefault="00275ABE" w:rsidP="00E6337E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</w:t>
      </w:r>
      <w:r>
        <w:rPr>
          <w:rFonts w:hint="cs"/>
          <w:b/>
          <w:bCs/>
          <w:sz w:val="28"/>
          <w:szCs w:val="28"/>
          <w:rtl/>
        </w:rPr>
        <w:t>تُــــــقَـــــاس</w:t>
      </w:r>
      <w:r>
        <w:rPr>
          <w:b/>
          <w:bCs/>
          <w:sz w:val="28"/>
          <w:szCs w:val="28"/>
          <w:rtl/>
        </w:rPr>
        <w:t xml:space="preserve">             ,              </w:t>
      </w:r>
      <w:r>
        <w:rPr>
          <w:rFonts w:hint="cs"/>
          <w:b/>
          <w:bCs/>
          <w:sz w:val="28"/>
          <w:szCs w:val="28"/>
          <w:rtl/>
        </w:rPr>
        <w:t>تَقِــــيس</w:t>
      </w:r>
      <w:r>
        <w:rPr>
          <w:b/>
          <w:bCs/>
          <w:sz w:val="28"/>
          <w:szCs w:val="28"/>
          <w:rtl/>
        </w:rPr>
        <w:t xml:space="preserve">      }</w:t>
      </w:r>
    </w:p>
    <w:p w:rsidR="00275ABE" w:rsidRDefault="00275ABE" w:rsidP="00E6337E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</w:t>
      </w:r>
      <w:r>
        <w:rPr>
          <w:b/>
          <w:bCs/>
          <w:sz w:val="28"/>
          <w:szCs w:val="28"/>
          <w:rtl/>
        </w:rPr>
        <w:t xml:space="preserve"> / </w:t>
      </w:r>
      <w:r>
        <w:rPr>
          <w:rFonts w:hint="cs"/>
          <w:b/>
          <w:bCs/>
          <w:sz w:val="28"/>
          <w:szCs w:val="28"/>
          <w:rtl/>
        </w:rPr>
        <w:t>مثلي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يأتي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مفيدة</w:t>
      </w:r>
      <w:r>
        <w:rPr>
          <w:b/>
          <w:bCs/>
          <w:sz w:val="28"/>
          <w:szCs w:val="28"/>
          <w:rtl/>
        </w:rPr>
        <w:t xml:space="preserve"> :</w:t>
      </w:r>
    </w:p>
    <w:p w:rsidR="00275ABE" w:rsidRDefault="00275ABE" w:rsidP="00E6337E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واجب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التأنيث</w:t>
      </w:r>
      <w:r>
        <w:rPr>
          <w:b/>
          <w:bCs/>
          <w:sz w:val="28"/>
          <w:szCs w:val="28"/>
          <w:rtl/>
        </w:rPr>
        <w:t xml:space="preserve"> </w:t>
      </w:r>
    </w:p>
    <w:p w:rsidR="00275ABE" w:rsidRDefault="00275ABE" w:rsidP="00E6337E">
      <w:pPr>
        <w:ind w:left="36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</w:t>
      </w:r>
    </w:p>
    <w:p w:rsidR="00275ABE" w:rsidRDefault="00275ABE" w:rsidP="00E6337E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نائب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يكون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275ABE" w:rsidRDefault="00275ABE" w:rsidP="00E6337E">
      <w:pPr>
        <w:ind w:left="36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275ABE" w:rsidRDefault="00275ABE" w:rsidP="00E6337E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دلت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سعر</w:t>
      </w:r>
      <w:r>
        <w:rPr>
          <w:b/>
          <w:bCs/>
          <w:sz w:val="28"/>
          <w:szCs w:val="28"/>
          <w:rtl/>
        </w:rPr>
        <w:t xml:space="preserve"> </w:t>
      </w:r>
    </w:p>
    <w:p w:rsidR="00275ABE" w:rsidRDefault="00275ABE" w:rsidP="00E6337E">
      <w:pPr>
        <w:ind w:left="36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</w:t>
      </w:r>
    </w:p>
    <w:p w:rsidR="00275ABE" w:rsidRDefault="00275ABE" w:rsidP="00E6337E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ج</w:t>
      </w:r>
      <w:r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>أعربي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يأتي</w:t>
      </w:r>
      <w:r>
        <w:rPr>
          <w:b/>
          <w:bCs/>
          <w:sz w:val="28"/>
          <w:szCs w:val="28"/>
          <w:rtl/>
        </w:rPr>
        <w:t xml:space="preserve"> :</w:t>
      </w:r>
    </w:p>
    <w:p w:rsidR="00275ABE" w:rsidRDefault="00275ABE" w:rsidP="006B4189">
      <w:pPr>
        <w:pStyle w:val="ListParagraph"/>
        <w:numPr>
          <w:ilvl w:val="0"/>
          <w:numId w:val="2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طالعت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الكتب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اشتريتها</w:t>
      </w:r>
      <w:r>
        <w:rPr>
          <w:b/>
          <w:bCs/>
          <w:sz w:val="28"/>
          <w:szCs w:val="28"/>
          <w:rtl/>
        </w:rPr>
        <w:t xml:space="preserve"> </w:t>
      </w:r>
      <w:r w:rsidRPr="00C537D6">
        <w:rPr>
          <w:rFonts w:hint="cs"/>
          <w:b/>
          <w:bCs/>
          <w:sz w:val="28"/>
          <w:szCs w:val="28"/>
          <w:rtl/>
        </w:rPr>
        <w:t>إلا</w:t>
      </w:r>
      <w:r w:rsidRPr="00E6337E">
        <w:rPr>
          <w:b/>
          <w:bCs/>
          <w:sz w:val="28"/>
          <w:szCs w:val="28"/>
          <w:u w:val="single"/>
          <w:rtl/>
        </w:rPr>
        <w:t xml:space="preserve"> </w:t>
      </w:r>
      <w:r w:rsidRPr="00E6337E">
        <w:rPr>
          <w:rFonts w:hint="cs"/>
          <w:b/>
          <w:bCs/>
          <w:sz w:val="28"/>
          <w:szCs w:val="28"/>
          <w:u w:val="single"/>
          <w:rtl/>
        </w:rPr>
        <w:t>كتاباً</w:t>
      </w:r>
      <w:r>
        <w:rPr>
          <w:b/>
          <w:bCs/>
          <w:sz w:val="28"/>
          <w:szCs w:val="28"/>
          <w:rtl/>
        </w:rPr>
        <w:t>.</w:t>
      </w:r>
    </w:p>
    <w:p w:rsidR="00275ABE" w:rsidRDefault="00275ABE" w:rsidP="00E6337E">
      <w:pPr>
        <w:pStyle w:val="ListParagraph"/>
        <w:numPr>
          <w:ilvl w:val="0"/>
          <w:numId w:val="2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خرج</w:t>
      </w:r>
      <w:r>
        <w:rPr>
          <w:b/>
          <w:bCs/>
          <w:sz w:val="28"/>
          <w:szCs w:val="28"/>
          <w:rtl/>
        </w:rPr>
        <w:t xml:space="preserve"> </w:t>
      </w:r>
      <w:r w:rsidRPr="00E6337E">
        <w:rPr>
          <w:rFonts w:hint="cs"/>
          <w:b/>
          <w:bCs/>
          <w:sz w:val="28"/>
          <w:szCs w:val="28"/>
          <w:u w:val="single"/>
          <w:rtl/>
        </w:rPr>
        <w:t>القائد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رجاله</w:t>
      </w:r>
      <w:r>
        <w:rPr>
          <w:b/>
          <w:bCs/>
          <w:sz w:val="28"/>
          <w:szCs w:val="28"/>
          <w:rtl/>
        </w:rPr>
        <w:t xml:space="preserve"> .</w:t>
      </w:r>
    </w:p>
    <w:p w:rsidR="00275ABE" w:rsidRDefault="00275ABE" w:rsidP="00C537D6">
      <w:pPr>
        <w:pStyle w:val="ListParagraph"/>
        <w:rPr>
          <w:b/>
          <w:bCs/>
          <w:sz w:val="28"/>
          <w:szCs w:val="28"/>
        </w:rPr>
      </w:pP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2"/>
        <w:gridCol w:w="9180"/>
      </w:tblGrid>
      <w:tr w:rsidR="00275ABE" w:rsidRPr="00594D97" w:rsidTr="00594D97">
        <w:tc>
          <w:tcPr>
            <w:tcW w:w="782" w:type="dxa"/>
          </w:tcPr>
          <w:p w:rsidR="00275ABE" w:rsidRPr="00594D97" w:rsidRDefault="00275ABE" w:rsidP="00594D9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  <w:r w:rsidRPr="00594D97">
              <w:rPr>
                <w:rFonts w:hint="cs"/>
                <w:b/>
                <w:bCs/>
                <w:sz w:val="28"/>
                <w:szCs w:val="28"/>
                <w:rtl/>
              </w:rPr>
              <w:t>كتابا</w:t>
            </w:r>
            <w:r w:rsidRPr="00594D9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80" w:type="dxa"/>
          </w:tcPr>
          <w:p w:rsidR="00275ABE" w:rsidRPr="00594D97" w:rsidRDefault="00275ABE" w:rsidP="00594D9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  <w:p w:rsidR="00275ABE" w:rsidRPr="00594D97" w:rsidRDefault="00275ABE" w:rsidP="00594D9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275ABE" w:rsidRPr="00594D97" w:rsidTr="00594D97">
        <w:tc>
          <w:tcPr>
            <w:tcW w:w="782" w:type="dxa"/>
          </w:tcPr>
          <w:p w:rsidR="00275ABE" w:rsidRPr="00594D97" w:rsidRDefault="00275ABE" w:rsidP="00594D9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  <w:r w:rsidRPr="00594D97">
              <w:rPr>
                <w:rFonts w:hint="cs"/>
                <w:b/>
                <w:bCs/>
                <w:sz w:val="28"/>
                <w:szCs w:val="28"/>
                <w:rtl/>
              </w:rPr>
              <w:t>القائد</w:t>
            </w:r>
          </w:p>
        </w:tc>
        <w:tc>
          <w:tcPr>
            <w:tcW w:w="9180" w:type="dxa"/>
          </w:tcPr>
          <w:p w:rsidR="00275ABE" w:rsidRPr="00594D97" w:rsidRDefault="00275ABE" w:rsidP="00594D9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  <w:p w:rsidR="00275ABE" w:rsidRPr="00594D97" w:rsidRDefault="00275ABE" w:rsidP="00594D9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275ABE" w:rsidRPr="00E6337E" w:rsidRDefault="00275ABE" w:rsidP="00E6337E">
      <w:pPr>
        <w:pStyle w:val="ListParagraph"/>
        <w:rPr>
          <w:b/>
          <w:bCs/>
          <w:sz w:val="28"/>
          <w:szCs w:val="28"/>
          <w:rtl/>
        </w:rPr>
      </w:pP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6" type="#_x0000_t66" style="position:absolute;left:0;text-align:left;margin-left:-4.2pt;margin-top:17pt;width:189.95pt;height:39.05pt;z-index:251662848;mso-position-horizontal-relative:text;mso-position-vertical-relative:text" adj="2362,4854" strokeweight="2.5pt">
            <v:shadow color="#868686"/>
            <v:textbox>
              <w:txbxContent>
                <w:p w:rsidR="00275ABE" w:rsidRPr="005622EE" w:rsidRDefault="00275ABE" w:rsidP="002D3F09">
                  <w:pPr>
                    <w:jc w:val="center"/>
                    <w:rPr>
                      <w:b/>
                      <w:bCs/>
                      <w:i/>
                      <w:iCs/>
                      <w:rtl/>
                    </w:rPr>
                  </w:pP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اقلبي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الصفحة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جعلك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الله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تتقلبين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في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نعيم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الجنة</w:t>
                  </w:r>
                </w:p>
              </w:txbxContent>
            </v:textbox>
            <w10:wrap anchorx="page"/>
          </v:shape>
        </w:pict>
      </w:r>
    </w:p>
    <w:p w:rsidR="00275ABE" w:rsidRDefault="00275ABE" w:rsidP="00E6337E">
      <w:pPr>
        <w:rPr>
          <w:b/>
          <w:bCs/>
          <w:sz w:val="28"/>
          <w:szCs w:val="28"/>
          <w:rtl/>
        </w:rPr>
      </w:pPr>
    </w:p>
    <w:p w:rsidR="00275ABE" w:rsidRDefault="00275ABE" w:rsidP="00E6337E">
      <w:pPr>
        <w:rPr>
          <w:b/>
          <w:bCs/>
          <w:i/>
          <w:iCs/>
          <w:sz w:val="36"/>
          <w:szCs w:val="36"/>
          <w:u w:val="single"/>
          <w:rtl/>
        </w:rPr>
      </w:pPr>
      <w:r>
        <w:rPr>
          <w:noProof/>
        </w:rPr>
        <w:pict>
          <v:shape id="_x0000_s1037" type="#_x0000_t32" style="position:absolute;left:0;text-align:left;margin-left:-.2pt;margin-top:31.15pt;width:64.75pt;height:.05pt;flip:x;z-index:251660800" o:connectortype="straight">
            <w10:wrap anchorx="page"/>
          </v:shape>
        </w:pict>
      </w:r>
      <w:r>
        <w:rPr>
          <w:noProof/>
        </w:rPr>
        <w:pict>
          <v:rect id="_x0000_s1038" style="position:absolute;left:0;text-align:left;margin-left:-1.25pt;margin-top:-1.35pt;width:65.8pt;height:69.5pt;z-index:251659776" strokeweight="2.5pt">
            <v:shadow color="#868686"/>
            <v:textbox style="mso-next-textbox:#_x0000_s1038">
              <w:txbxContent>
                <w:p w:rsidR="00275ABE" w:rsidRDefault="00275ABE">
                  <w:pPr>
                    <w:rPr>
                      <w:b/>
                      <w:bCs/>
                      <w:i/>
                      <w:iCs/>
                      <w:sz w:val="32"/>
                      <w:szCs w:val="32"/>
                      <w:rtl/>
                    </w:rPr>
                  </w:pPr>
                </w:p>
                <w:p w:rsidR="00275ABE" w:rsidRPr="00A36C56" w:rsidRDefault="00275ABE" w:rsidP="00A36C56">
                  <w:pPr>
                    <w:jc w:val="center"/>
                    <w:rPr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A36C56">
                    <w:rPr>
                      <w:b/>
                      <w:bCs/>
                      <w:i/>
                      <w:iCs/>
                      <w:sz w:val="32"/>
                      <w:szCs w:val="32"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>
        <w:rPr>
          <w:rFonts w:hint="cs"/>
          <w:b/>
          <w:bCs/>
          <w:i/>
          <w:iCs/>
          <w:sz w:val="36"/>
          <w:szCs w:val="36"/>
          <w:u w:val="single"/>
          <w:rtl/>
        </w:rPr>
        <w:t>السؤال</w:t>
      </w:r>
      <w:r>
        <w:rPr>
          <w:b/>
          <w:bCs/>
          <w:i/>
          <w:iCs/>
          <w:sz w:val="36"/>
          <w:szCs w:val="36"/>
          <w:u w:val="single"/>
          <w:rtl/>
        </w:rPr>
        <w:t xml:space="preserve"> </w:t>
      </w:r>
      <w:r>
        <w:rPr>
          <w:rFonts w:hint="cs"/>
          <w:b/>
          <w:bCs/>
          <w:i/>
          <w:iCs/>
          <w:sz w:val="36"/>
          <w:szCs w:val="36"/>
          <w:u w:val="single"/>
          <w:rtl/>
        </w:rPr>
        <w:t>الثالث</w:t>
      </w:r>
      <w:r>
        <w:rPr>
          <w:b/>
          <w:bCs/>
          <w:i/>
          <w:iCs/>
          <w:sz w:val="36"/>
          <w:szCs w:val="36"/>
          <w:u w:val="single"/>
          <w:rtl/>
        </w:rPr>
        <w:t xml:space="preserve"> :</w:t>
      </w:r>
    </w:p>
    <w:p w:rsidR="00275ABE" w:rsidRPr="00E6337E" w:rsidRDefault="00275ABE" w:rsidP="00E6337E">
      <w:pPr>
        <w:rPr>
          <w:b/>
          <w:bCs/>
          <w:i/>
          <w:iCs/>
          <w:sz w:val="36"/>
          <w:szCs w:val="36"/>
          <w:u w:val="single"/>
          <w:rtl/>
        </w:rPr>
      </w:pPr>
    </w:p>
    <w:p w:rsidR="00275ABE" w:rsidRDefault="00275ABE" w:rsidP="002D3F09">
      <w:pPr>
        <w:pStyle w:val="ListParagraph"/>
        <w:rPr>
          <w:b/>
          <w:bCs/>
          <w:sz w:val="28"/>
          <w:szCs w:val="28"/>
          <w:rtl/>
        </w:rPr>
      </w:pPr>
      <w:r w:rsidRPr="00A36C56">
        <w:rPr>
          <w:rFonts w:hint="cs"/>
          <w:b/>
          <w:bCs/>
          <w:sz w:val="28"/>
          <w:szCs w:val="28"/>
          <w:rtl/>
        </w:rPr>
        <w:t>أ</w:t>
      </w:r>
      <w:r w:rsidRPr="00A36C56">
        <w:rPr>
          <w:b/>
          <w:bCs/>
          <w:sz w:val="28"/>
          <w:szCs w:val="28"/>
          <w:rtl/>
        </w:rPr>
        <w:t xml:space="preserve">/ </w:t>
      </w:r>
      <w:r w:rsidRPr="00A36C56">
        <w:rPr>
          <w:rFonts w:hint="cs"/>
          <w:b/>
          <w:bCs/>
          <w:sz w:val="28"/>
          <w:szCs w:val="28"/>
          <w:rtl/>
        </w:rPr>
        <w:t>أجيبي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لما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طلب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بين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القوسين</w:t>
      </w:r>
      <w:r w:rsidRPr="00A36C56">
        <w:rPr>
          <w:b/>
          <w:bCs/>
          <w:sz w:val="28"/>
          <w:szCs w:val="28"/>
          <w:rtl/>
        </w:rPr>
        <w:t xml:space="preserve"> :</w:t>
      </w:r>
    </w:p>
    <w:p w:rsidR="00275ABE" w:rsidRPr="00A36C56" w:rsidRDefault="00275ABE" w:rsidP="002D3F09">
      <w:pPr>
        <w:pStyle w:val="ListParagraph"/>
        <w:rPr>
          <w:b/>
          <w:bCs/>
          <w:i/>
          <w:iCs/>
          <w:sz w:val="28"/>
          <w:szCs w:val="28"/>
          <w:u w:val="single"/>
          <w:rtl/>
        </w:rPr>
      </w:pPr>
      <w:r w:rsidRPr="00A36C56">
        <w:rPr>
          <w:b/>
          <w:bCs/>
          <w:sz w:val="28"/>
          <w:szCs w:val="28"/>
          <w:rtl/>
        </w:rPr>
        <w:t xml:space="preserve"> </w:t>
      </w:r>
    </w:p>
    <w:p w:rsidR="00275ABE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...................... </w:t>
      </w:r>
      <w:r>
        <w:rPr>
          <w:rFonts w:hint="cs"/>
          <w:b/>
          <w:bCs/>
          <w:sz w:val="28"/>
          <w:szCs w:val="28"/>
          <w:rtl/>
        </w:rPr>
        <w:t>تكنْ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يرك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</w:t>
      </w:r>
      <w:r>
        <w:rPr>
          <w:b/>
          <w:bCs/>
          <w:sz w:val="28"/>
          <w:szCs w:val="28"/>
          <w:rtl/>
        </w:rPr>
        <w:t xml:space="preserve"> .      (</w:t>
      </w:r>
      <w:r>
        <w:rPr>
          <w:rFonts w:hint="cs"/>
          <w:b/>
          <w:bCs/>
          <w:sz w:val="28"/>
          <w:szCs w:val="28"/>
          <w:rtl/>
        </w:rPr>
        <w:t>ضعي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أداة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شرط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جازمة</w:t>
      </w:r>
      <w:r>
        <w:rPr>
          <w:b/>
          <w:bCs/>
          <w:sz w:val="28"/>
          <w:szCs w:val="28"/>
          <w:rtl/>
        </w:rPr>
        <w:t>)</w:t>
      </w:r>
    </w:p>
    <w:p w:rsidR="00275ABE" w:rsidRPr="005622EE" w:rsidRDefault="00275ABE" w:rsidP="002D3F0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</w:t>
      </w:r>
      <w:r w:rsidRPr="005622EE">
        <w:rPr>
          <w:b/>
          <w:bCs/>
          <w:sz w:val="28"/>
          <w:szCs w:val="28"/>
          <w:rtl/>
        </w:rPr>
        <w:t xml:space="preserve"> </w:t>
      </w:r>
    </w:p>
    <w:p w:rsidR="00275ABE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تذاكر</w:t>
      </w:r>
      <w:r>
        <w:rPr>
          <w:b/>
          <w:bCs/>
          <w:sz w:val="28"/>
          <w:szCs w:val="28"/>
          <w:rtl/>
        </w:rPr>
        <w:t xml:space="preserve"> ...........................  ( </w:t>
      </w:r>
      <w:r>
        <w:rPr>
          <w:rFonts w:hint="cs"/>
          <w:b/>
          <w:bCs/>
          <w:sz w:val="28"/>
          <w:szCs w:val="28"/>
          <w:rtl/>
        </w:rPr>
        <w:t>ضعي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جواب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شرط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مقترن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بالفاء</w:t>
      </w:r>
      <w:r>
        <w:rPr>
          <w:b/>
          <w:bCs/>
          <w:sz w:val="28"/>
          <w:szCs w:val="28"/>
          <w:rtl/>
        </w:rPr>
        <w:t xml:space="preserve"> )</w:t>
      </w:r>
    </w:p>
    <w:p w:rsidR="00275ABE" w:rsidRPr="009160F7" w:rsidRDefault="00275ABE" w:rsidP="002D3F09">
      <w:pPr>
        <w:pStyle w:val="ListParagraph"/>
        <w:ind w:left="1080"/>
        <w:rPr>
          <w:b/>
          <w:bCs/>
          <w:sz w:val="28"/>
          <w:szCs w:val="28"/>
        </w:rPr>
      </w:pPr>
      <w:r w:rsidRPr="009160F7">
        <w:rPr>
          <w:b/>
          <w:bCs/>
          <w:sz w:val="28"/>
          <w:szCs w:val="28"/>
          <w:rtl/>
        </w:rPr>
        <w:t>......................................................................................................</w:t>
      </w:r>
      <w:r>
        <w:rPr>
          <w:b/>
          <w:bCs/>
          <w:sz w:val="28"/>
          <w:szCs w:val="28"/>
          <w:rtl/>
        </w:rPr>
        <w:t>..................</w:t>
      </w:r>
    </w:p>
    <w:p w:rsidR="00275ABE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 w:rsidRPr="009160F7">
        <w:rPr>
          <w:rFonts w:hint="cs"/>
          <w:b/>
          <w:bCs/>
          <w:sz w:val="28"/>
          <w:szCs w:val="28"/>
          <w:u w:val="single"/>
          <w:rtl/>
        </w:rPr>
        <w:t>ذهبوا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إخوتك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المدرسة</w:t>
      </w:r>
      <w:r>
        <w:rPr>
          <w:b/>
          <w:bCs/>
          <w:sz w:val="28"/>
          <w:szCs w:val="28"/>
          <w:rtl/>
        </w:rPr>
        <w:t xml:space="preserve">        ( </w:t>
      </w:r>
      <w:r>
        <w:rPr>
          <w:rFonts w:hint="cs"/>
          <w:b/>
          <w:bCs/>
          <w:sz w:val="28"/>
          <w:szCs w:val="28"/>
          <w:rtl/>
        </w:rPr>
        <w:t>صححي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>
        <w:rPr>
          <w:b/>
          <w:bCs/>
          <w:sz w:val="28"/>
          <w:szCs w:val="28"/>
          <w:rtl/>
        </w:rPr>
        <w:t xml:space="preserve"> )</w:t>
      </w:r>
    </w:p>
    <w:p w:rsidR="00275ABE" w:rsidRPr="005622EE" w:rsidRDefault="00275ABE" w:rsidP="002D3F0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</w:t>
      </w:r>
    </w:p>
    <w:p w:rsidR="00275ABE" w:rsidRPr="009160F7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rtl/>
        </w:rPr>
      </w:pPr>
      <w:r w:rsidRPr="009160F7">
        <w:rPr>
          <w:rFonts w:hint="cs"/>
          <w:b/>
          <w:bCs/>
          <w:sz w:val="28"/>
          <w:szCs w:val="28"/>
          <w:u w:val="single"/>
          <w:rtl/>
        </w:rPr>
        <w:t>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الحق</w:t>
      </w:r>
      <w:r>
        <w:rPr>
          <w:b/>
          <w:bCs/>
          <w:sz w:val="28"/>
          <w:szCs w:val="28"/>
          <w:rtl/>
        </w:rPr>
        <w:t xml:space="preserve">      (</w:t>
      </w:r>
      <w:r>
        <w:rPr>
          <w:rFonts w:hint="cs"/>
          <w:b/>
          <w:bCs/>
          <w:sz w:val="28"/>
          <w:szCs w:val="28"/>
          <w:rtl/>
        </w:rPr>
        <w:t>ابني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للمجهول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وغيري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يلزم</w:t>
      </w:r>
      <w:r>
        <w:rPr>
          <w:b/>
          <w:bCs/>
          <w:sz w:val="28"/>
          <w:szCs w:val="28"/>
          <w:rtl/>
        </w:rPr>
        <w:t xml:space="preserve"> )  </w:t>
      </w:r>
      <w:r w:rsidRPr="009160F7">
        <w:rPr>
          <w:b/>
          <w:bCs/>
          <w:sz w:val="28"/>
          <w:szCs w:val="28"/>
          <w:rtl/>
        </w:rPr>
        <w:t>......................................................................................................</w:t>
      </w:r>
      <w:r>
        <w:rPr>
          <w:b/>
          <w:bCs/>
          <w:sz w:val="28"/>
          <w:szCs w:val="28"/>
          <w:rtl/>
        </w:rPr>
        <w:t>..................</w:t>
      </w:r>
    </w:p>
    <w:p w:rsidR="00275ABE" w:rsidRDefault="00275ABE" w:rsidP="00D80BDE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سُهِرت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ليلة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العيد</w:t>
      </w:r>
      <w:r>
        <w:rPr>
          <w:b/>
          <w:bCs/>
          <w:sz w:val="28"/>
          <w:szCs w:val="28"/>
          <w:rtl/>
        </w:rPr>
        <w:t xml:space="preserve">        (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نائب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وبيني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نوعه</w:t>
      </w:r>
      <w:r>
        <w:rPr>
          <w:b/>
          <w:bCs/>
          <w:sz w:val="28"/>
          <w:szCs w:val="28"/>
          <w:rtl/>
        </w:rPr>
        <w:t xml:space="preserve"> )</w:t>
      </w:r>
    </w:p>
    <w:p w:rsidR="00275ABE" w:rsidRDefault="00275ABE" w:rsidP="002D3F09">
      <w:pPr>
        <w:pStyle w:val="ListParagraph"/>
        <w:ind w:left="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275ABE" w:rsidRPr="009160F7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عاد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الغائبون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أخاك</w:t>
      </w:r>
      <w:r>
        <w:rPr>
          <w:b/>
          <w:bCs/>
          <w:sz w:val="28"/>
          <w:szCs w:val="28"/>
          <w:rtl/>
        </w:rPr>
        <w:t xml:space="preserve">       (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المستثنى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والمستثنى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منه</w:t>
      </w:r>
      <w:r>
        <w:rPr>
          <w:b/>
          <w:bCs/>
          <w:sz w:val="28"/>
          <w:szCs w:val="28"/>
          <w:rtl/>
        </w:rPr>
        <w:t xml:space="preserve"> ) </w:t>
      </w:r>
      <w:r w:rsidRPr="009160F7">
        <w:rPr>
          <w:b/>
          <w:bCs/>
          <w:sz w:val="28"/>
          <w:szCs w:val="28"/>
          <w:rtl/>
        </w:rPr>
        <w:t>......................................................................................................</w:t>
      </w:r>
      <w:r>
        <w:rPr>
          <w:b/>
          <w:bCs/>
          <w:sz w:val="28"/>
          <w:szCs w:val="28"/>
          <w:rtl/>
        </w:rPr>
        <w:t>..................</w:t>
      </w:r>
    </w:p>
    <w:p w:rsidR="00275ABE" w:rsidRPr="009160F7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تكتب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غير</w:t>
      </w:r>
      <w:r>
        <w:rPr>
          <w:b/>
          <w:bCs/>
          <w:sz w:val="28"/>
          <w:szCs w:val="28"/>
          <w:rtl/>
        </w:rPr>
        <w:t xml:space="preserve"> </w:t>
      </w:r>
      <w:r w:rsidRPr="009160F7">
        <w:rPr>
          <w:rFonts w:hint="cs"/>
          <w:b/>
          <w:bCs/>
          <w:sz w:val="28"/>
          <w:szCs w:val="28"/>
          <w:u w:val="single"/>
          <w:rtl/>
        </w:rPr>
        <w:t>الدرس</w:t>
      </w:r>
      <w:r>
        <w:rPr>
          <w:rFonts w:hint="cs"/>
          <w:b/>
          <w:bCs/>
          <w:sz w:val="28"/>
          <w:szCs w:val="28"/>
          <w:rtl/>
        </w:rPr>
        <w:t>ِ</w:t>
      </w:r>
      <w:r>
        <w:rPr>
          <w:b/>
          <w:bCs/>
          <w:sz w:val="28"/>
          <w:szCs w:val="28"/>
          <w:rtl/>
        </w:rPr>
        <w:t xml:space="preserve">     ( </w:t>
      </w:r>
      <w:r>
        <w:rPr>
          <w:rFonts w:hint="cs"/>
          <w:b/>
          <w:bCs/>
          <w:sz w:val="28"/>
          <w:szCs w:val="28"/>
          <w:rtl/>
        </w:rPr>
        <w:t>أعربي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>
        <w:rPr>
          <w:b/>
          <w:bCs/>
          <w:sz w:val="28"/>
          <w:szCs w:val="28"/>
          <w:rtl/>
        </w:rPr>
        <w:t xml:space="preserve">  ) </w:t>
      </w:r>
      <w:r w:rsidRPr="009160F7">
        <w:rPr>
          <w:b/>
          <w:bCs/>
          <w:sz w:val="28"/>
          <w:szCs w:val="28"/>
          <w:rtl/>
        </w:rPr>
        <w:t>......................................................................................................</w:t>
      </w:r>
      <w:r>
        <w:rPr>
          <w:b/>
          <w:bCs/>
          <w:sz w:val="28"/>
          <w:szCs w:val="28"/>
          <w:rtl/>
        </w:rPr>
        <w:t>..................</w:t>
      </w:r>
    </w:p>
    <w:p w:rsidR="00275ABE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وقف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الشاعر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منشداً</w:t>
      </w:r>
      <w:r>
        <w:rPr>
          <w:b/>
          <w:bCs/>
          <w:sz w:val="28"/>
          <w:szCs w:val="28"/>
          <w:rtl/>
        </w:rPr>
        <w:t xml:space="preserve">    (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وبيني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صاحبه</w:t>
      </w:r>
      <w:r>
        <w:rPr>
          <w:b/>
          <w:bCs/>
          <w:sz w:val="28"/>
          <w:szCs w:val="28"/>
          <w:rtl/>
        </w:rPr>
        <w:t xml:space="preserve">  )</w:t>
      </w:r>
    </w:p>
    <w:p w:rsidR="00275ABE" w:rsidRDefault="00275ABE" w:rsidP="002D3F0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</w:t>
      </w:r>
    </w:p>
    <w:p w:rsidR="00275ABE" w:rsidRDefault="00275ABE" w:rsidP="00D80BDE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سرني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منظر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الأزهار</w:t>
      </w:r>
      <w:r>
        <w:rPr>
          <w:b/>
          <w:bCs/>
          <w:sz w:val="28"/>
          <w:szCs w:val="28"/>
          <w:rtl/>
        </w:rPr>
        <w:t xml:space="preserve"> </w:t>
      </w:r>
      <w:r w:rsidRPr="00D80BDE">
        <w:rPr>
          <w:rFonts w:hint="cs"/>
          <w:b/>
          <w:bCs/>
          <w:sz w:val="28"/>
          <w:szCs w:val="28"/>
          <w:u w:val="single"/>
          <w:rtl/>
        </w:rPr>
        <w:t>وهي</w:t>
      </w:r>
      <w:r w:rsidRPr="00D80BDE">
        <w:rPr>
          <w:b/>
          <w:bCs/>
          <w:sz w:val="28"/>
          <w:szCs w:val="28"/>
          <w:u w:val="single"/>
          <w:rtl/>
        </w:rPr>
        <w:t xml:space="preserve"> </w:t>
      </w:r>
      <w:r w:rsidRPr="00D80BDE">
        <w:rPr>
          <w:rFonts w:hint="cs"/>
          <w:b/>
          <w:bCs/>
          <w:sz w:val="28"/>
          <w:szCs w:val="28"/>
          <w:u w:val="single"/>
          <w:rtl/>
        </w:rPr>
        <w:t>متفتحةٌ</w:t>
      </w:r>
      <w:r>
        <w:rPr>
          <w:b/>
          <w:bCs/>
          <w:sz w:val="28"/>
          <w:szCs w:val="28"/>
          <w:rtl/>
        </w:rPr>
        <w:t xml:space="preserve">  (</w:t>
      </w:r>
      <w:r>
        <w:rPr>
          <w:rFonts w:hint="cs"/>
          <w:b/>
          <w:bCs/>
          <w:sz w:val="28"/>
          <w:szCs w:val="28"/>
          <w:rtl/>
        </w:rPr>
        <w:t>حولي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الجملة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مفردة</w:t>
      </w:r>
      <w:r>
        <w:rPr>
          <w:b/>
          <w:bCs/>
          <w:sz w:val="28"/>
          <w:szCs w:val="28"/>
          <w:rtl/>
        </w:rPr>
        <w:t xml:space="preserve"> ) </w:t>
      </w:r>
    </w:p>
    <w:p w:rsidR="00275ABE" w:rsidRDefault="00275ABE" w:rsidP="002D3F0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</w:t>
      </w:r>
    </w:p>
    <w:p w:rsidR="00275ABE" w:rsidRDefault="00275ABE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انتهى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الشهر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ثلاثين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يوما</w:t>
      </w:r>
      <w:r>
        <w:rPr>
          <w:b/>
          <w:bCs/>
          <w:sz w:val="28"/>
          <w:szCs w:val="28"/>
          <w:rtl/>
        </w:rPr>
        <w:t xml:space="preserve">     (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وبيني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نوعها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حيث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الجمود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والاشتقاق</w:t>
      </w:r>
      <w:r>
        <w:rPr>
          <w:b/>
          <w:bCs/>
          <w:sz w:val="28"/>
          <w:szCs w:val="28"/>
          <w:rtl/>
        </w:rPr>
        <w:t xml:space="preserve">  )</w:t>
      </w:r>
    </w:p>
    <w:p w:rsidR="00275ABE" w:rsidRDefault="00275ABE" w:rsidP="004524CF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</w:t>
      </w:r>
    </w:p>
    <w:p w:rsidR="00275ABE" w:rsidRDefault="00275ABE" w:rsidP="004524CF">
      <w:pPr>
        <w:rPr>
          <w:b/>
          <w:bCs/>
          <w:sz w:val="28"/>
          <w:szCs w:val="28"/>
          <w:rtl/>
        </w:rPr>
      </w:pPr>
    </w:p>
    <w:p w:rsidR="00275ABE" w:rsidRDefault="00275ABE" w:rsidP="004524CF">
      <w:pPr>
        <w:rPr>
          <w:b/>
          <w:bCs/>
          <w:sz w:val="28"/>
          <w:szCs w:val="28"/>
          <w:rtl/>
        </w:rPr>
      </w:pPr>
    </w:p>
    <w:p w:rsidR="00275ABE" w:rsidRDefault="00275ABE" w:rsidP="004524CF">
      <w:pPr>
        <w:rPr>
          <w:b/>
          <w:bCs/>
          <w:sz w:val="28"/>
          <w:szCs w:val="28"/>
          <w:rtl/>
        </w:rPr>
      </w:pPr>
    </w:p>
    <w:p w:rsidR="00275ABE" w:rsidRDefault="00275ABE" w:rsidP="004524CF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انتهت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الأسئلة</w:t>
      </w:r>
    </w:p>
    <w:p w:rsidR="00275ABE" w:rsidRDefault="00275ABE" w:rsidP="004524CF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دعواتي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لكن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بالتوفيق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الدارين</w:t>
      </w:r>
    </w:p>
    <w:p w:rsidR="00275ABE" w:rsidRPr="004524CF" w:rsidRDefault="00275ABE" w:rsidP="00566CD9">
      <w:pPr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معلمة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المادة</w:t>
      </w:r>
      <w:r>
        <w:rPr>
          <w:b/>
          <w:bCs/>
          <w:sz w:val="28"/>
          <w:szCs w:val="28"/>
          <w:rtl/>
        </w:rPr>
        <w:t xml:space="preserve"> </w:t>
      </w:r>
    </w:p>
    <w:sectPr w:rsidR="00275ABE" w:rsidRPr="004524CF" w:rsidSect="00887139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7B6"/>
    <w:multiLevelType w:val="hybridMultilevel"/>
    <w:tmpl w:val="98B4D48A"/>
    <w:lvl w:ilvl="0" w:tplc="A28C66C8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1664893"/>
    <w:multiLevelType w:val="hybridMultilevel"/>
    <w:tmpl w:val="AC50F648"/>
    <w:lvl w:ilvl="0" w:tplc="1A6AB26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D055EC"/>
    <w:multiLevelType w:val="hybridMultilevel"/>
    <w:tmpl w:val="1F96197A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C80E28"/>
    <w:multiLevelType w:val="hybridMultilevel"/>
    <w:tmpl w:val="F42CC37C"/>
    <w:lvl w:ilvl="0" w:tplc="835AA75C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3D2D76"/>
    <w:multiLevelType w:val="hybridMultilevel"/>
    <w:tmpl w:val="43B27B6E"/>
    <w:lvl w:ilvl="0" w:tplc="93F6C1EE">
      <w:start w:val="1"/>
      <w:numFmt w:val="decimal"/>
      <w:lvlText w:val="%1-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>
    <w:nsid w:val="135B50E6"/>
    <w:multiLevelType w:val="hybridMultilevel"/>
    <w:tmpl w:val="59629A4A"/>
    <w:lvl w:ilvl="0" w:tplc="34785FB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A439CB"/>
    <w:multiLevelType w:val="hybridMultilevel"/>
    <w:tmpl w:val="8760063A"/>
    <w:lvl w:ilvl="0" w:tplc="BE7C4D0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880979"/>
    <w:multiLevelType w:val="hybridMultilevel"/>
    <w:tmpl w:val="F2460CCA"/>
    <w:lvl w:ilvl="0" w:tplc="B540E74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4024A3"/>
    <w:multiLevelType w:val="hybridMultilevel"/>
    <w:tmpl w:val="45CAA674"/>
    <w:lvl w:ilvl="0" w:tplc="00AE78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436FBF"/>
    <w:multiLevelType w:val="hybridMultilevel"/>
    <w:tmpl w:val="E89AE7F0"/>
    <w:lvl w:ilvl="0" w:tplc="E452CAFE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A5003A3"/>
    <w:multiLevelType w:val="hybridMultilevel"/>
    <w:tmpl w:val="FFBC9B9C"/>
    <w:lvl w:ilvl="0" w:tplc="28103308">
      <w:start w:val="2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D91504C"/>
    <w:multiLevelType w:val="hybridMultilevel"/>
    <w:tmpl w:val="F2DEC878"/>
    <w:lvl w:ilvl="0" w:tplc="DD2C8D16">
      <w:start w:val="3"/>
      <w:numFmt w:val="decimal"/>
      <w:lvlText w:val="%1-"/>
      <w:lvlJc w:val="left"/>
      <w:pPr>
        <w:ind w:left="14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2">
    <w:nsid w:val="30EF0916"/>
    <w:multiLevelType w:val="hybridMultilevel"/>
    <w:tmpl w:val="7AFA6F02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900B14"/>
    <w:multiLevelType w:val="hybridMultilevel"/>
    <w:tmpl w:val="0330B8EA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817360"/>
    <w:multiLevelType w:val="hybridMultilevel"/>
    <w:tmpl w:val="B23E6D5A"/>
    <w:lvl w:ilvl="0" w:tplc="7494CF1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4B07C8"/>
    <w:multiLevelType w:val="hybridMultilevel"/>
    <w:tmpl w:val="D0423328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A3107F"/>
    <w:multiLevelType w:val="hybridMultilevel"/>
    <w:tmpl w:val="C3309BEA"/>
    <w:lvl w:ilvl="0" w:tplc="3F540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AB1E08"/>
    <w:multiLevelType w:val="hybridMultilevel"/>
    <w:tmpl w:val="F91EA7C2"/>
    <w:lvl w:ilvl="0" w:tplc="512C9B94">
      <w:start w:val="1"/>
      <w:numFmt w:val="decimal"/>
      <w:lvlText w:val="%1-"/>
      <w:lvlJc w:val="left"/>
      <w:pPr>
        <w:ind w:left="7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2020BF5"/>
    <w:multiLevelType w:val="hybridMultilevel"/>
    <w:tmpl w:val="C2D4E43C"/>
    <w:lvl w:ilvl="0" w:tplc="66BCBDD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E2243F"/>
    <w:multiLevelType w:val="hybridMultilevel"/>
    <w:tmpl w:val="1F96197A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16"/>
  </w:num>
  <w:num w:numId="5">
    <w:abstractNumId w:val="0"/>
  </w:num>
  <w:num w:numId="6">
    <w:abstractNumId w:val="18"/>
  </w:num>
  <w:num w:numId="7">
    <w:abstractNumId w:val="14"/>
  </w:num>
  <w:num w:numId="8">
    <w:abstractNumId w:val="3"/>
  </w:num>
  <w:num w:numId="9">
    <w:abstractNumId w:val="9"/>
  </w:num>
  <w:num w:numId="10">
    <w:abstractNumId w:val="4"/>
  </w:num>
  <w:num w:numId="11">
    <w:abstractNumId w:val="7"/>
  </w:num>
  <w:num w:numId="12">
    <w:abstractNumId w:val="2"/>
  </w:num>
  <w:num w:numId="13">
    <w:abstractNumId w:val="5"/>
  </w:num>
  <w:num w:numId="14">
    <w:abstractNumId w:val="6"/>
  </w:num>
  <w:num w:numId="15">
    <w:abstractNumId w:val="1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139"/>
    <w:rsid w:val="00030B48"/>
    <w:rsid w:val="000664AF"/>
    <w:rsid w:val="000922C3"/>
    <w:rsid w:val="00092A57"/>
    <w:rsid w:val="00107D17"/>
    <w:rsid w:val="00160702"/>
    <w:rsid w:val="00161DC8"/>
    <w:rsid w:val="001C2514"/>
    <w:rsid w:val="001E6FF2"/>
    <w:rsid w:val="00237DD4"/>
    <w:rsid w:val="00275ABE"/>
    <w:rsid w:val="0029401F"/>
    <w:rsid w:val="002D3F09"/>
    <w:rsid w:val="00373912"/>
    <w:rsid w:val="00383BBB"/>
    <w:rsid w:val="003B2762"/>
    <w:rsid w:val="004219F8"/>
    <w:rsid w:val="004524CF"/>
    <w:rsid w:val="0046145B"/>
    <w:rsid w:val="004F5D16"/>
    <w:rsid w:val="00507871"/>
    <w:rsid w:val="005622EE"/>
    <w:rsid w:val="00566CD9"/>
    <w:rsid w:val="005715ED"/>
    <w:rsid w:val="00594D97"/>
    <w:rsid w:val="00597C54"/>
    <w:rsid w:val="005B1789"/>
    <w:rsid w:val="00674A20"/>
    <w:rsid w:val="006A0038"/>
    <w:rsid w:val="006B4189"/>
    <w:rsid w:val="007572D1"/>
    <w:rsid w:val="007724F4"/>
    <w:rsid w:val="007A5CAF"/>
    <w:rsid w:val="007B6985"/>
    <w:rsid w:val="007B700A"/>
    <w:rsid w:val="00837065"/>
    <w:rsid w:val="00856CD8"/>
    <w:rsid w:val="008744AE"/>
    <w:rsid w:val="00887139"/>
    <w:rsid w:val="008C6605"/>
    <w:rsid w:val="009160F7"/>
    <w:rsid w:val="00943499"/>
    <w:rsid w:val="00945DAC"/>
    <w:rsid w:val="00985B37"/>
    <w:rsid w:val="009A4BD4"/>
    <w:rsid w:val="009F2D9D"/>
    <w:rsid w:val="00A2272D"/>
    <w:rsid w:val="00A27A43"/>
    <w:rsid w:val="00A36C56"/>
    <w:rsid w:val="00A95162"/>
    <w:rsid w:val="00AF24D6"/>
    <w:rsid w:val="00C1647A"/>
    <w:rsid w:val="00C537D6"/>
    <w:rsid w:val="00C8293D"/>
    <w:rsid w:val="00C95F8D"/>
    <w:rsid w:val="00D80BDE"/>
    <w:rsid w:val="00D9436D"/>
    <w:rsid w:val="00DC725A"/>
    <w:rsid w:val="00DC7CDD"/>
    <w:rsid w:val="00E05AB1"/>
    <w:rsid w:val="00E6337E"/>
    <w:rsid w:val="00F17037"/>
    <w:rsid w:val="00F62A25"/>
    <w:rsid w:val="00FB3E33"/>
    <w:rsid w:val="00FD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A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87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7139"/>
    <w:rPr>
      <w:rFonts w:ascii="Tahoma" w:hAnsi="Tahoma" w:cs="Tahoma"/>
      <w:sz w:val="16"/>
      <w:szCs w:val="16"/>
      <w:lang w:bidi="ar-SA"/>
    </w:rPr>
  </w:style>
  <w:style w:type="paragraph" w:styleId="NoSpacing">
    <w:name w:val="No Spacing"/>
    <w:uiPriority w:val="99"/>
    <w:qFormat/>
    <w:rsid w:val="00887139"/>
    <w:pPr>
      <w:bidi/>
    </w:pPr>
  </w:style>
  <w:style w:type="table" w:styleId="TableGrid">
    <w:name w:val="Table Grid"/>
    <w:basedOn w:val="TableNormal"/>
    <w:uiPriority w:val="99"/>
    <w:rsid w:val="00F62A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C6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4</Pages>
  <Words>833</Words>
  <Characters>4749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AMC</cp:lastModifiedBy>
  <cp:revision>12</cp:revision>
  <dcterms:created xsi:type="dcterms:W3CDTF">2013-05-07T19:44:00Z</dcterms:created>
  <dcterms:modified xsi:type="dcterms:W3CDTF">2013-05-11T22:10:00Z</dcterms:modified>
</cp:coreProperties>
</file>